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173" w:rsidRDefault="007B57A0"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5591175</wp:posOffset>
            </wp:positionH>
            <wp:positionV relativeFrom="paragraph">
              <wp:posOffset>1652905</wp:posOffset>
            </wp:positionV>
            <wp:extent cx="1266825" cy="1200150"/>
            <wp:effectExtent l="0" t="0" r="0" b="0"/>
            <wp:wrapSquare wrapText="bothSides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890270</wp:posOffset>
            </wp:positionH>
            <wp:positionV relativeFrom="paragraph">
              <wp:posOffset>692150</wp:posOffset>
            </wp:positionV>
            <wp:extent cx="1256030" cy="1189990"/>
            <wp:effectExtent l="0" t="0" r="0" b="0"/>
            <wp:wrapNone/>
            <wp:docPr id="93" name="Picture 93" descr="bellairehi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ellairehig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8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6081395</wp:posOffset>
            </wp:positionH>
            <wp:positionV relativeFrom="paragraph">
              <wp:posOffset>1652905</wp:posOffset>
            </wp:positionV>
            <wp:extent cx="1256030" cy="1189990"/>
            <wp:effectExtent l="0" t="0" r="0" b="0"/>
            <wp:wrapNone/>
            <wp:docPr id="92" name="Picture 92" descr="bellairehi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bellairehig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8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5F2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7" o:spid="_x0000_s1026" type="#_x0000_t202" style="position:absolute;margin-left:513pt;margin-top:153pt;width:207pt;height:45pt;z-index:25165158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" filled="f" stroked="f" strokeweight="0" insetpen="t">
            <o:lock v:ext="edit" shapetype="t"/>
            <v:textbox inset="2.85pt,2.85pt,2.85pt,2.85pt">
              <w:txbxContent>
                <w:p w:rsidR="00AF6A3C" w:rsidRPr="003B2A7D" w:rsidRDefault="0083735C" w:rsidP="00185D9B">
                  <w:pPr>
                    <w:pStyle w:val="Heading1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 w:rsidRPr="003B2A7D">
                    <w:rPr>
                      <w:rFonts w:ascii="Monotype Corsiva" w:hAnsi="Monotype Corsiva"/>
                      <w:sz w:val="32"/>
                      <w:szCs w:val="32"/>
                    </w:rPr>
                    <w:t>Italian National Honor Society Induction Ceremony</w:t>
                  </w:r>
                </w:p>
              </w:txbxContent>
            </v:textbox>
            <w10:wrap anchorx="page" anchory="page"/>
          </v:shape>
        </w:pict>
      </w:r>
      <w:r w:rsidR="00165F2D">
        <w:rPr>
          <w:noProof/>
        </w:rPr>
        <w:pict>
          <v:shape id="Text Box 79" o:spid="_x0000_s1027" type="#_x0000_t202" style="position:absolute;margin-left:90pt;margin-top:1in;width:225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sZAtw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" filled="f" stroked="f">
            <v:textbox>
              <w:txbxContent>
                <w:p w:rsidR="00AF6A3C" w:rsidRPr="0083735C" w:rsidRDefault="00AF6A3C" w:rsidP="00104976">
                  <w:pPr>
                    <w:pStyle w:val="Heading2"/>
                    <w:ind w:left="0"/>
                    <w:rPr>
                      <w:rFonts w:ascii="Castellar" w:hAnsi="Castellar"/>
                    </w:rPr>
                  </w:pPr>
                  <w:r w:rsidRPr="0083735C">
                    <w:rPr>
                      <w:rFonts w:ascii="Castellar" w:hAnsi="Castellar"/>
                    </w:rPr>
                    <w:t>Special Thanks</w:t>
                  </w:r>
                </w:p>
              </w:txbxContent>
            </v:textbox>
            <w10:wrap anchorx="page" anchory="page"/>
          </v:shape>
        </w:pict>
      </w:r>
      <w:r w:rsidR="00165F2D">
        <w:rPr>
          <w:noProof/>
        </w:rPr>
        <w:pict>
          <v:roundrect id="AutoShape 78" o:spid="_x0000_s1042" style="position:absolute;margin-left:63pt;margin-top:63pt;width:4in;height:36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" fillcolor="#c00000" stroked="f" strokeweight="0" insetpen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="00165F2D">
        <w:rPr>
          <w:noProof/>
        </w:rPr>
        <w:pict>
          <v:roundrect id="AutoShape 76" o:spid="_x0000_s1041" style="position:absolute;margin-left:468pt;margin-top:152.95pt;width:279pt;height:44.65pt;z-index:25165056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" fillcolor="#c00" stroked="f" strokeweight="0" insetpen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="00165F2D">
        <w:rPr>
          <w:noProof/>
        </w:rPr>
        <w:pict>
          <v:group id="Group 73" o:spid="_x0000_s1039" style="position:absolute;margin-left:441pt;margin-top:63pt;width:315pt;height:477pt;z-index:251649536;mso-position-horizontal-relative:page;mso-position-vertical-relative:page" coordorigin="228600,203454" coordsize="32004,44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">
            <v:rect id="Rectangle 74" o:spid="_x0000_s1040" style="position:absolute;left:228600;top:203454;width:18288;height:44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I4cEA&#10;AADbAAAADwAAAGRycy9kb3ducmV2LnhtbERPTWvCQBC9F/wPyxS81U1DEUldgyhNPfRiFOlxyE6T&#10;0Oxs2N3q+u/dguBtHu9zlmU0gziT871lBa+zDARxY3XPrYLj4eNlAcIHZI2DZVJwJQ/lavK0xELb&#10;C+/pXIdWpBD2BSroQhgLKX3TkUE/syNx4n6sMxgSdK3UDi8p3Awyz7K5NNhzauhwpE1HzW/9ZxTU&#10;3/ssfFYRt/O39vSlXVzkVVRq+hzX7yACxfAQ3907nebn8P9LOkCu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DyOHBAAAA2wAAAA8AAAAAAAAAAAAAAAAAmAIAAGRycy9kb3du&#10;cmV2LnhtbFBLBQYAAAAABAAEAPUAAACGAwAAAAA=&#10;" fillcolor="#9f9" stroked="f" strokeweight="0" insetpen="t">
              <v:shadow color="#ccc"/>
              <o:lock v:ext="edit" shapetype="t"/>
              <v:textbox inset="2.88pt,2.88pt,2.88pt,2.88pt"/>
            </v:rect>
            <v:roundrect id="AutoShape 75" o:spid="_x0000_s1028" style="position:absolute;left:233172;top:212598;width:27432;height:14906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mbtcEA&#10;AADbAAAADwAAAGRycy9kb3ducmV2LnhtbERPTWvCQBC9C/0PyxR6M5uqiERX0ZbSFgQxCl6H7JgE&#10;s7MxuzXJv3cLgrd5vM9ZrDpTiRs1rrSs4D2KQRBnVpecKzgevoYzEM4ja6wsk4KeHKyWL4MFJtq2&#10;vKdb6nMRQtglqKDwvk6kdFlBBl1ka+LAnW1j0AfY5FI32IZwU8lRHE+lwZJDQ4E1fRSUXdI/o2BD&#10;W6RxdT2R7Xebcv1Zf0+Ov0q9vXbrOQhPnX+KH+4fHeaP4f+Xc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5m7XBAAAA2wAAAA8AAAAAAAAAAAAAAAAAmAIAAGRycy9kb3du&#10;cmV2LnhtbFBLBQYAAAAABAAEAPUAAACGAwAAAAA=&#10;" stroked="f" strokeweight="0" insetpen="t">
              <v:shadow color="#ccc"/>
              <o:lock v:ext="edit" shapetype="t"/>
              <v:textbox inset="2.88pt,2.88pt,2.88pt,2.88pt"/>
            </v:roundrect>
            <w10:wrap anchorx="page" anchory="page"/>
          </v:group>
        </w:pict>
      </w:r>
      <w:r w:rsidR="00165F2D">
        <w:rPr>
          <w:noProof/>
        </w:rPr>
        <w:pict>
          <v:shape id="Text Box 72" o:spid="_x0000_s1038" type="#_x0000_t202" style="position:absolute;margin-left:63pt;margin-top:116.95pt;width:4in;height:423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" strokecolor="silver" strokeweight="3pt">
            <v:textbox>
              <w:txbxContent>
                <w:p w:rsidR="00AF6A3C" w:rsidRPr="00FC31DD" w:rsidRDefault="007C2E23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 w:rsidRPr="00FC31DD">
                    <w:rPr>
                      <w:rFonts w:ascii="Monotype Corsiva" w:hAnsi="Monotype Corsiva"/>
                      <w:sz w:val="32"/>
                      <w:szCs w:val="32"/>
                    </w:rPr>
                    <w:t xml:space="preserve">La </w:t>
                  </w:r>
                  <w:proofErr w:type="spellStart"/>
                  <w:r w:rsidRPr="00FC31DD">
                    <w:rPr>
                      <w:rFonts w:ascii="Monotype Corsiva" w:hAnsi="Monotype Corsiva"/>
                      <w:sz w:val="32"/>
                      <w:szCs w:val="32"/>
                    </w:rPr>
                    <w:t>Professoressa</w:t>
                  </w:r>
                  <w:proofErr w:type="spellEnd"/>
                  <w:r w:rsidRPr="00FC31DD">
                    <w:rPr>
                      <w:rFonts w:ascii="Monotype Corsiva" w:hAnsi="Monotype Corsiva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FC31DD">
                    <w:rPr>
                      <w:rFonts w:ascii="Monotype Corsiva" w:hAnsi="Monotype Corsiva"/>
                      <w:sz w:val="32"/>
                      <w:szCs w:val="32"/>
                    </w:rPr>
                    <w:t>Borsa</w:t>
                  </w:r>
                  <w:proofErr w:type="spellEnd"/>
                </w:p>
                <w:p w:rsidR="007C2E23" w:rsidRDefault="007C2E23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1B18B0" w:rsidRDefault="001B18B0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FC31DD" w:rsidRPr="00FC31DD" w:rsidRDefault="0057396D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>
                    <w:rPr>
                      <w:rFonts w:ascii="Monotype Corsiva" w:hAnsi="Monotype Corsiva"/>
                      <w:sz w:val="32"/>
                      <w:szCs w:val="32"/>
                    </w:rPr>
                    <w:t xml:space="preserve">La </w:t>
                  </w:r>
                  <w:proofErr w:type="spellStart"/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Professoressa</w:t>
                  </w:r>
                  <w:proofErr w:type="spellEnd"/>
                  <w:r>
                    <w:rPr>
                      <w:rFonts w:ascii="Monotype Corsiva" w:hAnsi="Monotype Corsiv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Zi</w:t>
                  </w:r>
                  <w:r w:rsidR="00FC31DD">
                    <w:rPr>
                      <w:rFonts w:ascii="Monotype Corsiva" w:hAnsi="Monotype Corsiva"/>
                      <w:sz w:val="32"/>
                      <w:szCs w:val="32"/>
                    </w:rPr>
                    <w:t>liani</w:t>
                  </w:r>
                  <w:proofErr w:type="spellEnd"/>
                </w:p>
                <w:p w:rsidR="007C2E23" w:rsidRPr="00FC31DD" w:rsidRDefault="007C2E23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1B18B0" w:rsidRDefault="001B18B0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7C2E23" w:rsidRPr="00FC31DD" w:rsidRDefault="007C2E23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 w:rsidRPr="00FC31DD">
                    <w:rPr>
                      <w:rFonts w:ascii="Monotype Corsiva" w:hAnsi="Monotype Corsiva"/>
                      <w:sz w:val="32"/>
                      <w:szCs w:val="32"/>
                    </w:rPr>
                    <w:t>La Signora O’Leary</w:t>
                  </w:r>
                </w:p>
                <w:p w:rsidR="007C2E23" w:rsidRPr="00FC31DD" w:rsidRDefault="007C2E23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7C2E23" w:rsidRPr="00FC31DD" w:rsidRDefault="007C2E23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1B18B0" w:rsidRDefault="001B18B0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7C2E23" w:rsidRPr="00FC31DD" w:rsidRDefault="007C2E23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 w:rsidRPr="00FC31DD">
                    <w:rPr>
                      <w:rFonts w:ascii="Monotype Corsiva" w:hAnsi="Monotype Corsiva"/>
                      <w:sz w:val="32"/>
                      <w:szCs w:val="32"/>
                    </w:rPr>
                    <w:t>Il Signor McDonough</w:t>
                  </w:r>
                </w:p>
                <w:p w:rsidR="007C2E23" w:rsidRPr="00FC31DD" w:rsidRDefault="007C2E23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7C2E23" w:rsidRPr="00FC31DD" w:rsidRDefault="007C2E23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7C2E23" w:rsidRPr="00FC31DD" w:rsidRDefault="007C2E23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</w:p>
                <w:p w:rsidR="007C2E23" w:rsidRPr="00FC31DD" w:rsidRDefault="007C2E23" w:rsidP="002D063C">
                  <w:pPr>
                    <w:pStyle w:val="list1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 w:rsidRPr="00FC31DD">
                    <w:rPr>
                      <w:rFonts w:ascii="Monotype Corsiva" w:hAnsi="Monotype Corsiva"/>
                      <w:sz w:val="32"/>
                      <w:szCs w:val="32"/>
                    </w:rPr>
                    <w:t>Bellaire High School</w:t>
                  </w:r>
                </w:p>
              </w:txbxContent>
            </v:textbox>
            <w10:wrap anchorx="page" anchory="page"/>
          </v:shape>
        </w:pict>
      </w:r>
      <w:r w:rsidR="008B7DE6" w:rsidRPr="00E96CC6">
        <w:br w:type="page"/>
      </w:r>
      <w:r>
        <w:rPr>
          <w:noProof/>
        </w:rPr>
        <w:lastRenderedPageBreak/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969010</wp:posOffset>
            </wp:positionH>
            <wp:positionV relativeFrom="paragraph">
              <wp:posOffset>539750</wp:posOffset>
            </wp:positionV>
            <wp:extent cx="1256030" cy="1189990"/>
            <wp:effectExtent l="0" t="0" r="0" b="0"/>
            <wp:wrapNone/>
            <wp:docPr id="91" name="Picture 91" descr="bellairehi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bellairehig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8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5F2D">
        <w:rPr>
          <w:noProof/>
        </w:rPr>
        <w:pict>
          <v:shape id="Text Box 89" o:spid="_x0000_s1029" type="#_x0000_t202" style="position:absolute;margin-left:49.8pt;margin-top:238.2pt;width:274.8pt;height:310.8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qjuA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" filled="f" stroked="f">
            <v:textbox>
              <w:txbxContent>
                <w:p w:rsidR="0083735C" w:rsidRPr="0083735C" w:rsidRDefault="001B18B0" w:rsidP="0078198F">
                  <w:pPr>
                    <w:pStyle w:val="list1"/>
                    <w:jc w:val="center"/>
                    <w:rPr>
                      <w:rFonts w:ascii="Monotype Corsiva" w:hAnsi="Monotype Corsiva"/>
                      <w:sz w:val="28"/>
                      <w:szCs w:val="28"/>
                    </w:rPr>
                  </w:pPr>
                  <w:r w:rsidRPr="0083735C">
                    <w:rPr>
                      <w:rFonts w:ascii="Monotype Corsiva" w:hAnsi="Monotype Corsiva"/>
                      <w:sz w:val="28"/>
                      <w:szCs w:val="28"/>
                    </w:rPr>
                    <w:t>T</w:t>
                  </w:r>
                  <w:r w:rsidR="0078198F">
                    <w:rPr>
                      <w:rFonts w:ascii="Monotype Corsiva" w:hAnsi="Monotype Corsiva"/>
                      <w:sz w:val="28"/>
                      <w:szCs w:val="28"/>
                    </w:rPr>
                    <w:t>hank you</w:t>
                  </w:r>
                  <w:r w:rsidRPr="0083735C">
                    <w:rPr>
                      <w:rFonts w:ascii="Monotype Corsiva" w:hAnsi="Monotype Corsiva"/>
                      <w:sz w:val="28"/>
                      <w:szCs w:val="28"/>
                    </w:rPr>
                    <w:t xml:space="preserve"> for coming</w:t>
                  </w:r>
                  <w:r w:rsidR="003E6361">
                    <w:rPr>
                      <w:rFonts w:ascii="Monotype Corsiva" w:hAnsi="Monotype Corsiva"/>
                      <w:sz w:val="28"/>
                      <w:szCs w:val="28"/>
                    </w:rPr>
                    <w:t xml:space="preserve"> and supporting students who have demonstrated excellence in their studies</w:t>
                  </w:r>
                  <w:r w:rsidR="0078198F">
                    <w:rPr>
                      <w:rFonts w:ascii="Monotype Corsiva" w:hAnsi="Monotype Corsiva"/>
                      <w:sz w:val="28"/>
                      <w:szCs w:val="28"/>
                    </w:rPr>
                    <w:t>.</w:t>
                  </w:r>
                  <w:r w:rsidR="0083735C" w:rsidRPr="0083735C">
                    <w:rPr>
                      <w:rFonts w:ascii="Monotype Corsiva" w:hAnsi="Monotype Corsiva"/>
                      <w:sz w:val="28"/>
                      <w:szCs w:val="28"/>
                    </w:rPr>
                    <w:t xml:space="preserve"> This induction ceremony </w:t>
                  </w:r>
                  <w:r w:rsidR="0078198F">
                    <w:rPr>
                      <w:rFonts w:ascii="Monotype Corsiva" w:hAnsi="Monotype Corsiva"/>
                      <w:sz w:val="28"/>
                      <w:szCs w:val="28"/>
                    </w:rPr>
                    <w:t>celebrates students who enjoy</w:t>
                  </w:r>
                  <w:r w:rsidR="0083735C" w:rsidRPr="0083735C">
                    <w:rPr>
                      <w:rFonts w:ascii="Monotype Corsiva" w:hAnsi="Monotype Corsiva"/>
                      <w:sz w:val="28"/>
                      <w:szCs w:val="28"/>
                    </w:rPr>
                    <w:t xml:space="preserve"> learning not only the Italian langu</w:t>
                  </w:r>
                  <w:r w:rsidR="003E6361">
                    <w:rPr>
                      <w:rFonts w:ascii="Monotype Corsiva" w:hAnsi="Monotype Corsiva"/>
                      <w:sz w:val="28"/>
                      <w:szCs w:val="28"/>
                    </w:rPr>
                    <w:t>age but also its rich</w:t>
                  </w:r>
                  <w:r w:rsidR="0078198F">
                    <w:rPr>
                      <w:rFonts w:ascii="Monotype Corsiva" w:hAnsi="Monotype Corsiva"/>
                      <w:sz w:val="28"/>
                      <w:szCs w:val="28"/>
                    </w:rPr>
                    <w:t xml:space="preserve"> culture. The students being inducted tonight </w:t>
                  </w:r>
                  <w:r w:rsidR="003E6361">
                    <w:rPr>
                      <w:rFonts w:ascii="Monotype Corsiva" w:hAnsi="Monotype Corsiva"/>
                      <w:sz w:val="28"/>
                      <w:szCs w:val="28"/>
                    </w:rPr>
                    <w:t xml:space="preserve">have shown a desire to </w:t>
                  </w:r>
                  <w:r w:rsidR="00812B28">
                    <w:rPr>
                      <w:rFonts w:ascii="Monotype Corsiva" w:hAnsi="Monotype Corsiva"/>
                      <w:sz w:val="28"/>
                      <w:szCs w:val="28"/>
                    </w:rPr>
                    <w:t>explore all that Italian has to offer. The Italian National Honor Society strives to encourage the practic</w:t>
                  </w:r>
                  <w:r w:rsidR="0057396D">
                    <w:rPr>
                      <w:rFonts w:ascii="Monotype Corsiva" w:hAnsi="Monotype Corsiva"/>
                      <w:sz w:val="28"/>
                      <w:szCs w:val="28"/>
                    </w:rPr>
                    <w:t xml:space="preserve">e of the Italian </w:t>
                  </w:r>
                  <w:r w:rsidR="00812B28">
                    <w:rPr>
                      <w:rFonts w:ascii="Monotype Corsiva" w:hAnsi="Monotype Corsiva"/>
                      <w:sz w:val="28"/>
                      <w:szCs w:val="28"/>
                    </w:rPr>
                    <w:t xml:space="preserve">language and expose our members to the vibrant Italian community in Houston. </w:t>
                  </w:r>
                </w:p>
              </w:txbxContent>
            </v:textbox>
            <w10:wrap anchorx="page" anchory="page"/>
          </v:shape>
        </w:pict>
      </w:r>
      <w:r w:rsidR="00165F2D">
        <w:rPr>
          <w:noProof/>
        </w:rPr>
        <w:pict>
          <v:roundrect id="AutoShape 86" o:spid="_x0000_s1037" style="position:absolute;margin-left:450pt;margin-top:54pt;width:4in;height:36pt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" fillcolor="#c00000" stroked="f" strokeweight="0" insetpen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="00165F2D">
        <w:rPr>
          <w:noProof/>
        </w:rPr>
        <w:pict>
          <v:shape id="Text Box 82" o:spid="_x0000_s1030" type="#_x0000_t202" style="position:absolute;margin-left:459pt;margin-top:112.2pt;width:270pt;height:436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" filled="f" stroked="f">
            <v:textbox>
              <w:txbxContent>
                <w:p w:rsidR="007B57A0" w:rsidRDefault="007B57A0" w:rsidP="007B57A0">
                  <w:pPr>
                    <w:pStyle w:val="list2"/>
                    <w:ind w:firstLine="0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>Welcome</w:t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  <w:t>-Ada Alozie</w:t>
                  </w:r>
                </w:p>
                <w:p w:rsidR="0057396D" w:rsidRDefault="0057396D" w:rsidP="007B57A0">
                  <w:pPr>
                    <w:pStyle w:val="list2"/>
                    <w:ind w:firstLine="0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</w:p>
                <w:p w:rsidR="007B57A0" w:rsidRDefault="007B57A0" w:rsidP="007B57A0">
                  <w:pPr>
                    <w:pStyle w:val="list2"/>
                    <w:ind w:firstLine="0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>Officer Speeches</w:t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  <w:t>-Ann Romero</w:t>
                  </w:r>
                </w:p>
                <w:p w:rsidR="007B57A0" w:rsidRDefault="007B57A0" w:rsidP="007B57A0">
                  <w:pPr>
                    <w:pStyle w:val="list2"/>
                    <w:ind w:firstLine="0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  <w:t>-</w:t>
                  </w:r>
                  <w:proofErr w:type="spellStart"/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>Suzana</w:t>
                  </w:r>
                  <w:proofErr w:type="spellEnd"/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>Korać</w:t>
                  </w:r>
                  <w:proofErr w:type="spellEnd"/>
                </w:p>
                <w:p w:rsidR="007B57A0" w:rsidRDefault="007B57A0" w:rsidP="007B57A0">
                  <w:pPr>
                    <w:pStyle w:val="list2"/>
                    <w:ind w:firstLine="0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  <w:t xml:space="preserve">- Melina </w:t>
                  </w:r>
                  <w:proofErr w:type="spellStart"/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>Quinanilla</w:t>
                  </w:r>
                  <w:proofErr w:type="spellEnd"/>
                </w:p>
                <w:p w:rsidR="007B57A0" w:rsidRDefault="007B57A0" w:rsidP="007B57A0">
                  <w:pPr>
                    <w:pStyle w:val="list2"/>
                    <w:ind w:firstLine="0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  <w:t>-</w:t>
                  </w:r>
                  <w:proofErr w:type="spellStart"/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>Jalyssa</w:t>
                  </w:r>
                  <w:proofErr w:type="spellEnd"/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 xml:space="preserve"> Martinez</w:t>
                  </w:r>
                </w:p>
                <w:p w:rsidR="007B57A0" w:rsidRDefault="007B57A0" w:rsidP="007B57A0">
                  <w:pPr>
                    <w:pStyle w:val="list2"/>
                    <w:ind w:firstLine="0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  <w:t>- Ada Alozie</w:t>
                  </w:r>
                </w:p>
                <w:p w:rsidR="0057396D" w:rsidRDefault="0057396D" w:rsidP="0057396D">
                  <w:pPr>
                    <w:pStyle w:val="list2"/>
                    <w:ind w:firstLine="0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</w:p>
                <w:p w:rsidR="0057396D" w:rsidRDefault="0057396D" w:rsidP="0057396D">
                  <w:pPr>
                    <w:pStyle w:val="list2"/>
                    <w:ind w:firstLine="0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 xml:space="preserve">Induction of New Members </w:t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  <w:t>-Ada Alozie</w:t>
                  </w:r>
                </w:p>
                <w:p w:rsidR="0057396D" w:rsidRDefault="0057396D" w:rsidP="0057396D">
                  <w:pPr>
                    <w:pStyle w:val="list2"/>
                    <w:ind w:firstLine="0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>Recitation of Pledge</w:t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  <w:t>-New Members</w:t>
                  </w:r>
                </w:p>
                <w:p w:rsidR="0057396D" w:rsidRDefault="0057396D" w:rsidP="0057396D">
                  <w:pPr>
                    <w:pStyle w:val="list2"/>
                    <w:ind w:firstLine="0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>Conclusion</w:t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</w: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ab/>
                    <w:t>-Ada Alozie</w:t>
                  </w:r>
                  <w:bookmarkStart w:id="0" w:name="_GoBack"/>
                  <w:bookmarkEnd w:id="0"/>
                </w:p>
                <w:p w:rsidR="0057396D" w:rsidRDefault="0057396D" w:rsidP="00AF6A3C">
                  <w:pPr>
                    <w:pStyle w:val="list2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</w:p>
                <w:p w:rsidR="003B2A7D" w:rsidRDefault="0057396D" w:rsidP="0057396D">
                  <w:pPr>
                    <w:pStyle w:val="list2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  <w:t xml:space="preserve">         *Reception afterward*</w:t>
                  </w:r>
                </w:p>
                <w:p w:rsidR="0057396D" w:rsidRPr="003B2A7D" w:rsidRDefault="0057396D" w:rsidP="0057396D">
                  <w:pPr>
                    <w:pStyle w:val="list2"/>
                    <w:rPr>
                      <w:rFonts w:ascii="Monotype Corsiva" w:hAnsi="Monotype Corsiva"/>
                      <w:color w:val="00000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r w:rsidR="00165F2D">
        <w:rPr>
          <w:noProof/>
        </w:rPr>
        <w:pict>
          <v:shape id="Text Box 87" o:spid="_x0000_s1031" type="#_x0000_t202" style="position:absolute;margin-left:485.4pt;margin-top:63pt;width:225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Sr7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" filled="f" stroked="f">
            <v:textbox>
              <w:txbxContent>
                <w:p w:rsidR="00AF6A3C" w:rsidRPr="001B18B0" w:rsidRDefault="00AF6A3C" w:rsidP="00104976">
                  <w:pPr>
                    <w:pStyle w:val="Heading2"/>
                    <w:ind w:left="0"/>
                    <w:rPr>
                      <w:rFonts w:ascii="Monotype Corsiva" w:hAnsi="Monotype Corsiva"/>
                    </w:rPr>
                  </w:pPr>
                  <w:r w:rsidRPr="001B18B0">
                    <w:rPr>
                      <w:rFonts w:ascii="Monotype Corsiva" w:hAnsi="Monotype Corsiva"/>
                    </w:rPr>
                    <w:t>Event Schedule</w:t>
                  </w:r>
                </w:p>
              </w:txbxContent>
            </v:textbox>
            <w10:wrap anchorx="page" anchory="page"/>
          </v:shape>
        </w:pict>
      </w:r>
      <w:r w:rsidR="00165F2D">
        <w:rPr>
          <w:noProof/>
        </w:rPr>
        <w:pict>
          <v:shape id="Text Box 81" o:spid="_x0000_s1032" type="#_x0000_t202" style="position:absolute;margin-left:450pt;margin-top:108pt;width:4in;height:450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" strokecolor="silver" strokeweight="3pt">
            <v:textbox>
              <w:txbxContent>
                <w:p w:rsidR="00AF6A3C" w:rsidRPr="00AA365B" w:rsidRDefault="00AF6A3C" w:rsidP="00AF6A3C"/>
              </w:txbxContent>
            </v:textbox>
            <w10:wrap anchorx="page" anchory="page"/>
          </v:shape>
        </w:pict>
      </w:r>
      <w:r w:rsidR="00165F2D">
        <w:rPr>
          <w:noProof/>
        </w:rPr>
        <w:pict>
          <v:shape id="Text Box 90" o:spid="_x0000_s1033" type="#_x0000_t202" style="position:absolute;margin-left:63pt;margin-top:108.05pt;width:4in;height:450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" filled="f" strokecolor="silver" strokeweight="3pt">
            <v:textbox>
              <w:txbxContent>
                <w:p w:rsidR="00AF6A3C" w:rsidRPr="00104976" w:rsidRDefault="00AF6A3C" w:rsidP="00104976"/>
              </w:txbxContent>
            </v:textbox>
            <w10:wrap anchorx="page" anchory="page"/>
          </v:shape>
        </w:pict>
      </w:r>
      <w:r w:rsidR="00165F2D">
        <w:rPr>
          <w:noProof/>
        </w:rPr>
        <w:pict>
          <v:shape id="Text Box 85" o:spid="_x0000_s1034" type="#_x0000_t202" style="position:absolute;margin-left:90.6pt;margin-top:63pt;width:2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XH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" filled="f" stroked="f">
            <v:textbox>
              <w:txbxContent>
                <w:p w:rsidR="00AF6A3C" w:rsidRPr="001B18B0" w:rsidRDefault="001B18B0" w:rsidP="00104976">
                  <w:pPr>
                    <w:pStyle w:val="Heading2"/>
                    <w:ind w:left="0"/>
                    <w:rPr>
                      <w:rFonts w:ascii="Monotype Corsiva" w:hAnsi="Monotype Corsiva"/>
                    </w:rPr>
                  </w:pPr>
                  <w:r w:rsidRPr="001B18B0">
                    <w:rPr>
                      <w:rFonts w:ascii="Monotype Corsiva" w:hAnsi="Monotype Corsiva"/>
                    </w:rPr>
                    <w:t>Welcome</w:t>
                  </w:r>
                </w:p>
              </w:txbxContent>
            </v:textbox>
            <w10:wrap anchorx="page" anchory="page"/>
          </v:shape>
        </w:pict>
      </w:r>
      <w:r w:rsidR="00165F2D">
        <w:rPr>
          <w:noProof/>
        </w:rPr>
        <w:pict>
          <v:roundrect id="AutoShape 84" o:spid="_x0000_s1036" style="position:absolute;margin-left:63.6pt;margin-top:54pt;width:4in;height:36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" fillcolor="maroon" stroked="f" strokeweight="0" insetpen="t">
            <v:shadow color="#ccc"/>
            <o:lock v:ext="edit" shapetype="t"/>
            <v:textbox inset="2.88pt,2.88pt,2.88pt,2.88pt"/>
            <w10:wrap anchorx="page" anchory="page"/>
          </v:roundrect>
        </w:pict>
      </w:r>
      <w:r w:rsidR="00165F2D">
        <w:rPr>
          <w:noProof/>
        </w:rPr>
        <w:pict>
          <v:line id="Line 83" o:spid="_x0000_s1035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0.6pt,225pt" to="324.6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mNjFQIAACkEAAAOAAAAZHJzL2Uyb0RvYy54bWysU8GO2jAQvVfqP1i+QxI2sB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" strokecolor="silver">
            <w10:wrap anchorx="page" anchory="page"/>
          </v:line>
        </w:pict>
      </w:r>
    </w:p>
    <w:sectPr w:rsidR="00581173" w:rsidSect="00BF01BD">
      <w:pgSz w:w="15840" w:h="12240" w:orient="landscape"/>
      <w:pgMar w:top="1620" w:right="1440" w:bottom="720" w:left="16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D0BC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1B26E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D7A55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CDC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CF09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AE6F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889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88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F22F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140F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7C2E23"/>
    <w:rsid w:val="00040F5C"/>
    <w:rsid w:val="00042548"/>
    <w:rsid w:val="0007666E"/>
    <w:rsid w:val="00092DF7"/>
    <w:rsid w:val="000B50DD"/>
    <w:rsid w:val="00104976"/>
    <w:rsid w:val="00165F2D"/>
    <w:rsid w:val="00185D9B"/>
    <w:rsid w:val="001B18B0"/>
    <w:rsid w:val="002028E0"/>
    <w:rsid w:val="002A3BD2"/>
    <w:rsid w:val="002A6F46"/>
    <w:rsid w:val="002D063C"/>
    <w:rsid w:val="00371560"/>
    <w:rsid w:val="003B2A7D"/>
    <w:rsid w:val="003B5F24"/>
    <w:rsid w:val="003B71FA"/>
    <w:rsid w:val="003C600B"/>
    <w:rsid w:val="003E6361"/>
    <w:rsid w:val="00432C50"/>
    <w:rsid w:val="0045601F"/>
    <w:rsid w:val="0051408D"/>
    <w:rsid w:val="0056093C"/>
    <w:rsid w:val="0057396D"/>
    <w:rsid w:val="00581173"/>
    <w:rsid w:val="006777B7"/>
    <w:rsid w:val="0068489F"/>
    <w:rsid w:val="006C2B01"/>
    <w:rsid w:val="00721B00"/>
    <w:rsid w:val="0078198F"/>
    <w:rsid w:val="00785F81"/>
    <w:rsid w:val="007B57A0"/>
    <w:rsid w:val="007C2E23"/>
    <w:rsid w:val="007C4F2B"/>
    <w:rsid w:val="007F706B"/>
    <w:rsid w:val="00812B28"/>
    <w:rsid w:val="00823F1D"/>
    <w:rsid w:val="0083735C"/>
    <w:rsid w:val="0084141F"/>
    <w:rsid w:val="00876D55"/>
    <w:rsid w:val="008B3C0F"/>
    <w:rsid w:val="008B7DE6"/>
    <w:rsid w:val="00903F40"/>
    <w:rsid w:val="00924A9C"/>
    <w:rsid w:val="00926D15"/>
    <w:rsid w:val="00972B2E"/>
    <w:rsid w:val="009A361F"/>
    <w:rsid w:val="009D57F4"/>
    <w:rsid w:val="009E551E"/>
    <w:rsid w:val="00A83E6D"/>
    <w:rsid w:val="00AA365B"/>
    <w:rsid w:val="00AF6A3C"/>
    <w:rsid w:val="00B33A43"/>
    <w:rsid w:val="00B7487A"/>
    <w:rsid w:val="00B9703A"/>
    <w:rsid w:val="00BB0560"/>
    <w:rsid w:val="00BB3F04"/>
    <w:rsid w:val="00BE5735"/>
    <w:rsid w:val="00BF01BD"/>
    <w:rsid w:val="00C36719"/>
    <w:rsid w:val="00C54E65"/>
    <w:rsid w:val="00C75527"/>
    <w:rsid w:val="00CA6AC9"/>
    <w:rsid w:val="00CE29F4"/>
    <w:rsid w:val="00D16D73"/>
    <w:rsid w:val="00D37359"/>
    <w:rsid w:val="00D5343C"/>
    <w:rsid w:val="00D87C15"/>
    <w:rsid w:val="00DC4834"/>
    <w:rsid w:val="00DD168B"/>
    <w:rsid w:val="00DD66FA"/>
    <w:rsid w:val="00DF3630"/>
    <w:rsid w:val="00E12A2A"/>
    <w:rsid w:val="00E132E8"/>
    <w:rsid w:val="00E96CC6"/>
    <w:rsid w:val="00F25735"/>
    <w:rsid w:val="00F43A87"/>
    <w:rsid w:val="00FA4497"/>
    <w:rsid w:val="00FC3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F2D"/>
    <w:rPr>
      <w:sz w:val="24"/>
      <w:szCs w:val="24"/>
    </w:rPr>
  </w:style>
  <w:style w:type="paragraph" w:styleId="Heading1">
    <w:name w:val="heading 1"/>
    <w:next w:val="Normal"/>
    <w:qFormat/>
    <w:rsid w:val="00104976"/>
    <w:pPr>
      <w:outlineLvl w:val="0"/>
    </w:pPr>
    <w:rPr>
      <w:rFonts w:ascii="Lucida Sans Unicode" w:hAnsi="Lucida Sans Unicode" w:cs="Tahoma"/>
      <w:color w:val="FFFFFF"/>
      <w:spacing w:val="20"/>
      <w:sz w:val="44"/>
      <w:szCs w:val="36"/>
      <w:lang/>
    </w:rPr>
  </w:style>
  <w:style w:type="paragraph" w:styleId="Heading2">
    <w:name w:val="heading 2"/>
    <w:next w:val="Normal"/>
    <w:qFormat/>
    <w:rsid w:val="00104976"/>
    <w:pPr>
      <w:ind w:left="1440"/>
      <w:jc w:val="center"/>
      <w:outlineLvl w:val="1"/>
    </w:pPr>
    <w:rPr>
      <w:rFonts w:ascii="Lucida Sans Unicode" w:hAnsi="Lucida Sans Unicode" w:cs="Tahoma"/>
      <w:b/>
      <w:color w:val="FFFFFF"/>
      <w:spacing w:val="60"/>
      <w:sz w:val="24"/>
      <w:szCs w:val="24"/>
    </w:rPr>
  </w:style>
  <w:style w:type="paragraph" w:styleId="Heading3">
    <w:name w:val="heading 3"/>
    <w:next w:val="Normal"/>
    <w:qFormat/>
    <w:rsid w:val="00104976"/>
    <w:pPr>
      <w:spacing w:before="360" w:after="120"/>
      <w:ind w:left="720"/>
      <w:outlineLvl w:val="2"/>
    </w:pPr>
    <w:rPr>
      <w:rFonts w:ascii="Lucida Sans Unicode" w:hAnsi="Lucida Sans Unicode" w:cs="Tahoma"/>
      <w:color w:val="000084"/>
      <w:spacing w:val="2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1"/>
    <w:basedOn w:val="Normal"/>
    <w:rsid w:val="002D063C"/>
    <w:pPr>
      <w:ind w:left="1440"/>
    </w:pPr>
    <w:rPr>
      <w:rFonts w:ascii="Tahoma" w:hAnsi="Tahoma" w:cs="Arial"/>
      <w:spacing w:val="10"/>
      <w:sz w:val="20"/>
      <w:szCs w:val="20"/>
    </w:rPr>
  </w:style>
  <w:style w:type="paragraph" w:customStyle="1" w:styleId="list2">
    <w:name w:val="list2"/>
    <w:rsid w:val="002A3BD2"/>
    <w:pPr>
      <w:tabs>
        <w:tab w:val="left" w:pos="2160"/>
      </w:tabs>
      <w:spacing w:line="360" w:lineRule="auto"/>
      <w:ind w:firstLine="720"/>
    </w:pPr>
    <w:rPr>
      <w:rFonts w:ascii="Tahoma" w:hAnsi="Tahoma" w:cs="Arial"/>
      <w:spacing w:val="10"/>
    </w:rPr>
  </w:style>
  <w:style w:type="paragraph" w:customStyle="1" w:styleId="BodyText1">
    <w:name w:val="Body Text 1"/>
    <w:basedOn w:val="Normal"/>
    <w:rsid w:val="002D063C"/>
    <w:pPr>
      <w:spacing w:after="240"/>
    </w:pPr>
    <w:rPr>
      <w:rFonts w:ascii="Tahoma" w:hAnsi="Tahoma" w:cs="Arial"/>
      <w:i/>
      <w:color w:val="000084"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3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en\Desktop\0608743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06087432</Template>
  <TotalTime>0</TotalTime>
  <Pages>2</Pages>
  <Words>0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Dorothy</cp:lastModifiedBy>
  <cp:revision>2</cp:revision>
  <cp:lastPrinted>2001-07-12T20:36:00Z</cp:lastPrinted>
  <dcterms:created xsi:type="dcterms:W3CDTF">2013-11-14T02:24:00Z</dcterms:created>
  <dcterms:modified xsi:type="dcterms:W3CDTF">2013-11-14T02:24:00Z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TC060874321033</vt:lpwstr>
  </property>
</Properties>
</file>